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382" w:rsidRPr="00372995" w:rsidRDefault="00213382" w:rsidP="006F07BA">
      <w:pPr>
        <w:jc w:val="center"/>
        <w:rPr>
          <w:b/>
          <w:sz w:val="28"/>
          <w:szCs w:val="28"/>
          <w:lang w:val="ru-RU"/>
        </w:rPr>
      </w:pPr>
      <w:r w:rsidRPr="00372995">
        <w:rPr>
          <w:b/>
          <w:sz w:val="28"/>
          <w:szCs w:val="28"/>
          <w:lang w:val="ru-RU"/>
        </w:rPr>
        <w:t>Заключение</w:t>
      </w:r>
    </w:p>
    <w:p w:rsidR="00213382" w:rsidRDefault="00213382" w:rsidP="00440890">
      <w:pPr>
        <w:pStyle w:val="ConsPlusNonformat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440890">
        <w:rPr>
          <w:rFonts w:ascii="Times New Roman" w:hAnsi="Times New Roman"/>
          <w:b/>
          <w:sz w:val="28"/>
          <w:szCs w:val="28"/>
        </w:rPr>
        <w:t>об    экспертизе</w:t>
      </w:r>
      <w:r w:rsidRPr="00440890">
        <w:rPr>
          <w:rFonts w:ascii="Times New Roman" w:hAnsi="Times New Roman"/>
          <w:sz w:val="28"/>
          <w:szCs w:val="28"/>
        </w:rPr>
        <w:t xml:space="preserve">   п</w:t>
      </w:r>
      <w:r w:rsidRPr="00440890">
        <w:rPr>
          <w:rFonts w:ascii="Times New Roman" w:hAnsi="Times New Roman"/>
          <w:b/>
          <w:sz w:val="28"/>
          <w:szCs w:val="28"/>
        </w:rPr>
        <w:t xml:space="preserve">остановления Администрации Верхнедонского района Ростовской области от </w:t>
      </w:r>
      <w:r>
        <w:rPr>
          <w:rFonts w:ascii="Times New Roman" w:hAnsi="Times New Roman"/>
          <w:b/>
          <w:sz w:val="28"/>
          <w:szCs w:val="28"/>
        </w:rPr>
        <w:t>12</w:t>
      </w:r>
      <w:r w:rsidRPr="00440890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11</w:t>
      </w:r>
      <w:r w:rsidRPr="00440890">
        <w:rPr>
          <w:rFonts w:ascii="Times New Roman" w:hAnsi="Times New Roman"/>
          <w:b/>
          <w:sz w:val="28"/>
          <w:szCs w:val="28"/>
        </w:rPr>
        <w:t>.20</w:t>
      </w:r>
      <w:r>
        <w:rPr>
          <w:rFonts w:ascii="Times New Roman" w:hAnsi="Times New Roman"/>
          <w:b/>
          <w:sz w:val="28"/>
          <w:szCs w:val="28"/>
        </w:rPr>
        <w:t>20</w:t>
      </w:r>
      <w:r w:rsidRPr="00440890">
        <w:rPr>
          <w:rFonts w:ascii="Times New Roman" w:hAnsi="Times New Roman"/>
          <w:b/>
          <w:sz w:val="28"/>
          <w:szCs w:val="28"/>
        </w:rPr>
        <w:t xml:space="preserve"> № </w:t>
      </w:r>
      <w:r>
        <w:rPr>
          <w:rFonts w:ascii="Times New Roman" w:hAnsi="Times New Roman"/>
          <w:b/>
          <w:sz w:val="28"/>
          <w:szCs w:val="28"/>
        </w:rPr>
        <w:t>693</w:t>
      </w:r>
      <w:r w:rsidRPr="00440890">
        <w:rPr>
          <w:rFonts w:ascii="Times New Roman" w:hAnsi="Times New Roman"/>
          <w:b/>
          <w:sz w:val="28"/>
          <w:szCs w:val="28"/>
        </w:rPr>
        <w:t xml:space="preserve"> </w:t>
      </w:r>
    </w:p>
    <w:p w:rsidR="00213382" w:rsidRPr="008575A2" w:rsidRDefault="00213382" w:rsidP="00344700">
      <w:pPr>
        <w:widowControl w:val="0"/>
        <w:jc w:val="center"/>
        <w:rPr>
          <w:b/>
          <w:sz w:val="28"/>
          <w:szCs w:val="28"/>
          <w:lang w:val="ru-RU"/>
        </w:rPr>
      </w:pPr>
      <w:r w:rsidRPr="008575A2">
        <w:rPr>
          <w:b/>
          <w:sz w:val="28"/>
          <w:szCs w:val="28"/>
          <w:lang w:val="ru-RU"/>
        </w:rPr>
        <w:t>«Об утверждении тарифов на услуги Верхнедонского МП ПУ ЖКХ, осуществляющего эксплуатацию объектов, используемых для вывоза жидких бытовых отходов</w:t>
      </w:r>
      <w:r w:rsidRPr="008575A2">
        <w:rPr>
          <w:b/>
          <w:bCs/>
          <w:color w:val="000000"/>
          <w:sz w:val="28"/>
          <w:szCs w:val="28"/>
          <w:lang w:val="ru-RU"/>
        </w:rPr>
        <w:t>»</w:t>
      </w:r>
    </w:p>
    <w:p w:rsidR="00213382" w:rsidRDefault="00213382" w:rsidP="00FA3E09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24.03.2021                                                                                        ст-</w:t>
      </w:r>
      <w:r w:rsidRPr="00440890">
        <w:rPr>
          <w:sz w:val="28"/>
          <w:szCs w:val="28"/>
          <w:lang w:val="ru-RU"/>
        </w:rPr>
        <w:t>ца Казанская</w:t>
      </w:r>
    </w:p>
    <w:p w:rsidR="00213382" w:rsidRPr="00440890" w:rsidRDefault="00213382" w:rsidP="00440890">
      <w:pPr>
        <w:jc w:val="both"/>
        <w:rPr>
          <w:sz w:val="28"/>
          <w:szCs w:val="28"/>
          <w:lang w:val="ru-RU"/>
        </w:rPr>
      </w:pPr>
    </w:p>
    <w:p w:rsidR="00213382" w:rsidRPr="00FA3E09" w:rsidRDefault="00213382" w:rsidP="00FA3E09">
      <w:pPr>
        <w:tabs>
          <w:tab w:val="left" w:pos="2385"/>
        </w:tabs>
        <w:ind w:firstLine="540"/>
        <w:jc w:val="both"/>
        <w:rPr>
          <w:sz w:val="28"/>
          <w:szCs w:val="28"/>
          <w:u w:val="single"/>
          <w:lang w:val="ru-RU"/>
        </w:rPr>
      </w:pPr>
      <w:r w:rsidRPr="006356DB">
        <w:rPr>
          <w:sz w:val="28"/>
          <w:szCs w:val="28"/>
          <w:lang w:val="ru-RU"/>
        </w:rPr>
        <w:t xml:space="preserve">Отдел экономического развития администрации Верхнедонского района, являясь уполномоченным органом  по проведению оценки регулирующего воздействия (далее – ОРВ) проектов муниципальных нормативных правовых актов и экспертизы муниципальных нормативных правовых актов Верхнедонского района, в соответствии с пунктом 4.1. </w:t>
      </w:r>
      <w:r w:rsidRPr="00FA3E09">
        <w:rPr>
          <w:sz w:val="28"/>
          <w:szCs w:val="28"/>
          <w:lang w:val="ru-RU"/>
        </w:rPr>
        <w:t>Порядка проведения экспертизы нормативных правовых актов, затрагивающих вопросы осуществления предпринимательской и инвестиционной деятельности в администрации Верхнедонского района, утвержденного постановлением  администрации Верхнедонского  района от 16 октября 2015 года № 864  (далее – Порядок), рассмотрев Постановление Администрации Верхнедонского района Ростовской области от 12.11.2020 № 693 «Об утверждении тарифов на услуги Верхнедонского МП ПУ ЖКХ, осуществляющего эксплуатацию объектов, используемых для вывоза жидких бытовых отходов</w:t>
      </w:r>
      <w:r w:rsidRPr="00FA3E09">
        <w:rPr>
          <w:bCs/>
          <w:color w:val="000000"/>
          <w:sz w:val="28"/>
          <w:szCs w:val="28"/>
          <w:lang w:val="ru-RU"/>
        </w:rPr>
        <w:t xml:space="preserve">» </w:t>
      </w:r>
      <w:r w:rsidRPr="00FA3E09">
        <w:rPr>
          <w:sz w:val="28"/>
          <w:szCs w:val="28"/>
          <w:lang w:val="ru-RU"/>
        </w:rPr>
        <w:t xml:space="preserve"> (далее – Постановление),  свод предложений по результатам проведения публичных консультаций, сводный отчет о результатах проведения экспертизы  составил настоящее заключение.</w:t>
      </w:r>
    </w:p>
    <w:p w:rsidR="00213382" w:rsidRPr="001C0761" w:rsidRDefault="00213382" w:rsidP="00A4300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FA3E09">
        <w:rPr>
          <w:sz w:val="28"/>
          <w:szCs w:val="28"/>
          <w:lang w:val="ru-RU"/>
        </w:rPr>
        <w:t>Постановление подлежит экспертизе</w:t>
      </w:r>
      <w:r w:rsidRPr="001C0761">
        <w:rPr>
          <w:sz w:val="28"/>
          <w:szCs w:val="28"/>
          <w:lang w:val="ru-RU"/>
        </w:rPr>
        <w:t xml:space="preserve"> в соответствии с планом проведения экспертизы действующих муниципальных нормативных правовых актов, утвержденным </w:t>
      </w:r>
      <w:r>
        <w:rPr>
          <w:sz w:val="28"/>
          <w:szCs w:val="28"/>
          <w:lang w:val="ru-RU"/>
        </w:rPr>
        <w:t>постановлением</w:t>
      </w:r>
      <w:r w:rsidRPr="001C0761">
        <w:rPr>
          <w:sz w:val="28"/>
          <w:szCs w:val="28"/>
          <w:lang w:val="ru-RU"/>
        </w:rPr>
        <w:t xml:space="preserve"> администрации </w:t>
      </w:r>
      <w:r>
        <w:rPr>
          <w:sz w:val="28"/>
          <w:szCs w:val="28"/>
          <w:lang w:val="ru-RU"/>
        </w:rPr>
        <w:t>Верхнедонского</w:t>
      </w:r>
      <w:r w:rsidRPr="001C0761">
        <w:rPr>
          <w:sz w:val="28"/>
          <w:szCs w:val="28"/>
          <w:lang w:val="ru-RU"/>
        </w:rPr>
        <w:t xml:space="preserve"> района от </w:t>
      </w:r>
      <w:r>
        <w:rPr>
          <w:sz w:val="28"/>
          <w:szCs w:val="28"/>
          <w:lang w:val="ru-RU"/>
        </w:rPr>
        <w:t>18</w:t>
      </w:r>
      <w:r w:rsidRPr="00574DEC">
        <w:rPr>
          <w:sz w:val="28"/>
          <w:szCs w:val="28"/>
          <w:lang w:val="ru-RU"/>
        </w:rPr>
        <w:t>.0</w:t>
      </w:r>
      <w:r>
        <w:rPr>
          <w:sz w:val="28"/>
          <w:szCs w:val="28"/>
          <w:lang w:val="ru-RU"/>
        </w:rPr>
        <w:t>1</w:t>
      </w:r>
      <w:r w:rsidRPr="00574DEC">
        <w:rPr>
          <w:sz w:val="28"/>
          <w:szCs w:val="28"/>
          <w:lang w:val="ru-RU"/>
        </w:rPr>
        <w:t>.202</w:t>
      </w:r>
      <w:r>
        <w:rPr>
          <w:sz w:val="28"/>
          <w:szCs w:val="28"/>
          <w:lang w:val="ru-RU"/>
        </w:rPr>
        <w:t>1</w:t>
      </w:r>
      <w:r w:rsidRPr="00574DEC">
        <w:rPr>
          <w:sz w:val="28"/>
          <w:szCs w:val="28"/>
          <w:lang w:val="ru-RU"/>
        </w:rPr>
        <w:t xml:space="preserve"> </w:t>
      </w:r>
      <w:r w:rsidRPr="001C0761">
        <w:rPr>
          <w:sz w:val="28"/>
          <w:szCs w:val="28"/>
          <w:lang w:val="ru-RU"/>
        </w:rPr>
        <w:t xml:space="preserve">№ </w:t>
      </w:r>
      <w:r>
        <w:rPr>
          <w:sz w:val="28"/>
          <w:szCs w:val="28"/>
          <w:lang w:val="ru-RU"/>
        </w:rPr>
        <w:t>118 «</w:t>
      </w:r>
      <w:r w:rsidRPr="001C0761">
        <w:rPr>
          <w:sz w:val="28"/>
          <w:szCs w:val="28"/>
          <w:lang w:val="ru-RU"/>
        </w:rPr>
        <w:t xml:space="preserve">Об утверждении плана проведения экспертизы муниципальных нормативных правовых актов администрации </w:t>
      </w:r>
      <w:r>
        <w:rPr>
          <w:sz w:val="28"/>
          <w:szCs w:val="28"/>
          <w:lang w:val="ru-RU"/>
        </w:rPr>
        <w:t xml:space="preserve"> Верхнедонского </w:t>
      </w:r>
      <w:r w:rsidRPr="001C0761">
        <w:rPr>
          <w:sz w:val="28"/>
          <w:szCs w:val="28"/>
          <w:lang w:val="ru-RU"/>
        </w:rPr>
        <w:t xml:space="preserve"> района</w:t>
      </w:r>
      <w:r>
        <w:rPr>
          <w:sz w:val="28"/>
          <w:szCs w:val="28"/>
          <w:lang w:val="ru-RU"/>
        </w:rPr>
        <w:t xml:space="preserve">, затрагивающих вопросы осуществления предпринимательской и инвестиционной деятельности, </w:t>
      </w:r>
      <w:r w:rsidRPr="001C0761">
        <w:rPr>
          <w:sz w:val="28"/>
          <w:szCs w:val="28"/>
          <w:lang w:val="ru-RU"/>
        </w:rPr>
        <w:t>на 20</w:t>
      </w:r>
      <w:r>
        <w:rPr>
          <w:sz w:val="28"/>
          <w:szCs w:val="28"/>
          <w:lang w:val="ru-RU"/>
        </w:rPr>
        <w:t>21</w:t>
      </w:r>
      <w:r w:rsidRPr="001C0761">
        <w:rPr>
          <w:sz w:val="28"/>
          <w:szCs w:val="28"/>
          <w:lang w:val="ru-RU"/>
        </w:rPr>
        <w:t xml:space="preserve"> год».</w:t>
      </w:r>
    </w:p>
    <w:p w:rsidR="00213382" w:rsidRPr="008D4788" w:rsidRDefault="00213382" w:rsidP="00A4300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8D4788">
        <w:rPr>
          <w:sz w:val="28"/>
          <w:szCs w:val="28"/>
          <w:lang w:val="ru-RU"/>
        </w:rPr>
        <w:t>По результатам рассмотрения представленных документов установлено:</w:t>
      </w:r>
    </w:p>
    <w:p w:rsidR="00213382" w:rsidRPr="008D4788" w:rsidRDefault="00213382" w:rsidP="00E67B78">
      <w:pPr>
        <w:pStyle w:val="ListParagraph"/>
        <w:numPr>
          <w:ilvl w:val="0"/>
          <w:numId w:val="5"/>
        </w:numPr>
        <w:ind w:left="0" w:firstLine="709"/>
        <w:jc w:val="both"/>
        <w:rPr>
          <w:sz w:val="28"/>
          <w:szCs w:val="28"/>
          <w:lang w:val="ru-RU"/>
        </w:rPr>
      </w:pPr>
      <w:r w:rsidRPr="008D4788">
        <w:rPr>
          <w:sz w:val="28"/>
          <w:szCs w:val="28"/>
          <w:lang w:val="ru-RU"/>
        </w:rPr>
        <w:t xml:space="preserve">При проведении экспертизы муниципального нормативного правового акта органом, осуществляющим экспертизу, </w:t>
      </w:r>
      <w:r w:rsidRPr="00F01C30">
        <w:rPr>
          <w:sz w:val="28"/>
          <w:szCs w:val="28"/>
          <w:lang w:val="ru-RU"/>
        </w:rPr>
        <w:t>соблюден</w:t>
      </w:r>
      <w:r w:rsidRPr="008D4788">
        <w:rPr>
          <w:sz w:val="28"/>
          <w:szCs w:val="28"/>
          <w:lang w:val="ru-RU"/>
        </w:rPr>
        <w:t xml:space="preserve"> порядок проведения экспертизы нормативного правового акта.</w:t>
      </w:r>
    </w:p>
    <w:p w:rsidR="00213382" w:rsidRPr="00876CD0" w:rsidRDefault="00213382" w:rsidP="00876CD0">
      <w:pPr>
        <w:autoSpaceDE w:val="0"/>
        <w:autoSpaceDN w:val="0"/>
        <w:adjustRightInd w:val="0"/>
        <w:spacing w:line="247" w:lineRule="auto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Pr="003E6FD0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Постановлением </w:t>
      </w:r>
      <w:r w:rsidRPr="00876CD0">
        <w:rPr>
          <w:sz w:val="28"/>
          <w:szCs w:val="28"/>
          <w:lang w:val="ru-RU"/>
        </w:rPr>
        <w:t>не предусмотрено введение дополнительных обязанностей хозяйствующим объектам, посредством которых будут нарушены их права.</w:t>
      </w:r>
    </w:p>
    <w:p w:rsidR="00213382" w:rsidRPr="00B358D3" w:rsidRDefault="00213382" w:rsidP="00876CD0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C3105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Для проведения </w:t>
      </w:r>
      <w:r w:rsidRPr="00C31058">
        <w:rPr>
          <w:rFonts w:ascii="Times New Roman" w:hAnsi="Times New Roman" w:cs="Times New Roman"/>
          <w:b w:val="0"/>
          <w:sz w:val="28"/>
          <w:szCs w:val="28"/>
        </w:rPr>
        <w:t xml:space="preserve">оценки регулирующего воздействия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 </w:t>
      </w:r>
      <w:r w:rsidRPr="00731E51">
        <w:rPr>
          <w:rFonts w:ascii="Times New Roman" w:hAnsi="Times New Roman" w:cs="Times New Roman"/>
          <w:b w:val="0"/>
          <w:sz w:val="28"/>
          <w:szCs w:val="28"/>
        </w:rPr>
        <w:t>был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731E51">
        <w:rPr>
          <w:rFonts w:ascii="Times New Roman" w:hAnsi="Times New Roman" w:cs="Times New Roman"/>
          <w:b w:val="0"/>
          <w:sz w:val="28"/>
          <w:szCs w:val="28"/>
        </w:rPr>
        <w:t xml:space="preserve"> размещен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731E51">
        <w:rPr>
          <w:rFonts w:ascii="Times New Roman" w:hAnsi="Times New Roman" w:cs="Times New Roman"/>
          <w:b w:val="0"/>
          <w:sz w:val="28"/>
          <w:szCs w:val="28"/>
        </w:rPr>
        <w:t xml:space="preserve"> на официальном сайте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Верхнедонского района </w:t>
      </w:r>
      <w:r w:rsidRPr="00731E51">
        <w:rPr>
          <w:rFonts w:ascii="Times New Roman" w:hAnsi="Times New Roman" w:cs="Times New Roman"/>
          <w:b w:val="0"/>
          <w:sz w:val="28"/>
          <w:szCs w:val="28"/>
        </w:rPr>
        <w:t xml:space="preserve">в информационно-телекоммуникационной сети «Интернет» </w:t>
      </w:r>
      <w:r w:rsidRPr="00876CD0">
        <w:rPr>
          <w:rFonts w:ascii="Times New Roman" w:hAnsi="Times New Roman" w:cs="Times New Roman"/>
          <w:b w:val="0"/>
          <w:sz w:val="28"/>
          <w:szCs w:val="28"/>
        </w:rPr>
        <w:t>(</w:t>
      </w:r>
      <w:hyperlink r:id="rId5" w:history="1">
        <w:r w:rsidRPr="00876CD0">
          <w:rPr>
            <w:rStyle w:val="Hyperlink"/>
            <w:rFonts w:ascii="Times New Roman" w:hAnsi="Times New Roman"/>
            <w:color w:val="auto"/>
            <w:sz w:val="28"/>
            <w:szCs w:val="28"/>
          </w:rPr>
          <w:t>http://www.verhnedon.donland.ru</w:t>
        </w:r>
      </w:hyperlink>
      <w:r w:rsidRPr="00876CD0">
        <w:rPr>
          <w:rFonts w:ascii="Times New Roman" w:hAnsi="Times New Roman" w:cs="Times New Roman"/>
          <w:b w:val="0"/>
          <w:sz w:val="28"/>
          <w:szCs w:val="28"/>
        </w:rPr>
        <w:t>)</w:t>
      </w:r>
      <w:r w:rsidRPr="00731E51">
        <w:rPr>
          <w:rFonts w:ascii="Times New Roman" w:hAnsi="Times New Roman" w:cs="Times New Roman"/>
          <w:b w:val="0"/>
          <w:sz w:val="28"/>
          <w:szCs w:val="28"/>
        </w:rPr>
        <w:t xml:space="preserve"> в разделе «</w:t>
      </w:r>
      <w:r>
        <w:rPr>
          <w:rFonts w:ascii="Times New Roman" w:hAnsi="Times New Roman" w:cs="Times New Roman"/>
          <w:b w:val="0"/>
          <w:sz w:val="28"/>
          <w:szCs w:val="28"/>
        </w:rPr>
        <w:t>Оценка регулирующего воздействия</w:t>
      </w:r>
      <w:r w:rsidRPr="00731E51">
        <w:rPr>
          <w:rFonts w:ascii="Times New Roman" w:hAnsi="Times New Roman" w:cs="Times New Roman"/>
          <w:b w:val="0"/>
          <w:sz w:val="28"/>
          <w:szCs w:val="28"/>
        </w:rPr>
        <w:t xml:space="preserve">» в </w:t>
      </w:r>
      <w:r w:rsidRPr="00B358D3">
        <w:rPr>
          <w:rFonts w:ascii="Times New Roman" w:hAnsi="Times New Roman" w:cs="Times New Roman"/>
          <w:b w:val="0"/>
          <w:sz w:val="28"/>
          <w:szCs w:val="28"/>
        </w:rPr>
        <w:t>целях выявления и оценки возможных последствий в сфере предпринимательства, а также сбора и анализа конструктивных предложений по его совершенствованию.</w:t>
      </w:r>
    </w:p>
    <w:p w:rsidR="00213382" w:rsidRPr="00344700" w:rsidRDefault="00213382" w:rsidP="00574DEC">
      <w:pPr>
        <w:ind w:firstLine="709"/>
        <w:jc w:val="both"/>
        <w:rPr>
          <w:sz w:val="28"/>
          <w:szCs w:val="28"/>
          <w:lang w:val="ru-RU"/>
        </w:rPr>
      </w:pPr>
      <w:r w:rsidRPr="00344700">
        <w:rPr>
          <w:sz w:val="28"/>
          <w:szCs w:val="28"/>
          <w:lang w:val="ru-RU"/>
        </w:rPr>
        <w:t>В ходе проведения экспертизы Постановления замечаний, предложений и экспертных заключений не поступило.</w:t>
      </w:r>
    </w:p>
    <w:p w:rsidR="00213382" w:rsidRPr="00876CD0" w:rsidRDefault="00213382" w:rsidP="00574DEC">
      <w:pPr>
        <w:ind w:firstLine="709"/>
        <w:jc w:val="both"/>
        <w:rPr>
          <w:sz w:val="28"/>
          <w:szCs w:val="28"/>
          <w:lang w:val="ru-RU"/>
        </w:rPr>
      </w:pPr>
      <w:r w:rsidRPr="00344700">
        <w:rPr>
          <w:sz w:val="28"/>
          <w:szCs w:val="28"/>
          <w:lang w:val="ru-RU"/>
        </w:rPr>
        <w:t>Положения, которые вводят избыточные административные</w:t>
      </w:r>
      <w:r w:rsidRPr="00876CD0">
        <w:rPr>
          <w:sz w:val="28"/>
          <w:szCs w:val="28"/>
          <w:lang w:val="ru-RU"/>
        </w:rPr>
        <w:t xml:space="preserve"> и иные ограничения и обязанности для субъектов предпринимательской и инвестиционной деятельности, а также способствующие возникновению необоснованных расходов консолидированного бюджета области, в </w:t>
      </w:r>
      <w:r>
        <w:rPr>
          <w:sz w:val="28"/>
          <w:szCs w:val="28"/>
          <w:lang w:val="ru-RU"/>
        </w:rPr>
        <w:t xml:space="preserve">НПА </w:t>
      </w:r>
      <w:r w:rsidRPr="00876CD0">
        <w:rPr>
          <w:sz w:val="28"/>
          <w:szCs w:val="28"/>
          <w:lang w:val="ru-RU"/>
        </w:rPr>
        <w:t>отсутствуют.</w:t>
      </w:r>
    </w:p>
    <w:p w:rsidR="00213382" w:rsidRPr="00876CD0" w:rsidRDefault="00213382" w:rsidP="00876CD0">
      <w:pPr>
        <w:ind w:firstLine="709"/>
        <w:jc w:val="both"/>
        <w:rPr>
          <w:sz w:val="28"/>
          <w:szCs w:val="28"/>
          <w:lang w:val="ru-RU"/>
        </w:rPr>
      </w:pPr>
      <w:r w:rsidRPr="00344700">
        <w:rPr>
          <w:sz w:val="28"/>
          <w:szCs w:val="28"/>
          <w:lang w:val="ru-RU"/>
        </w:rPr>
        <w:t>Положения, которые вводят избыточные административные</w:t>
      </w:r>
      <w:r w:rsidRPr="00876CD0">
        <w:rPr>
          <w:sz w:val="28"/>
          <w:szCs w:val="28"/>
          <w:lang w:val="ru-RU"/>
        </w:rPr>
        <w:t xml:space="preserve"> и иные ограничения и обязанности для субъектов предпринимательской и инвестиционной деятельности, а также способствующие возникновению необоснованных расходов консолидированного бюджета области, в </w:t>
      </w:r>
      <w:r>
        <w:rPr>
          <w:sz w:val="28"/>
          <w:szCs w:val="28"/>
          <w:lang w:val="ru-RU"/>
        </w:rPr>
        <w:t xml:space="preserve">НПА </w:t>
      </w:r>
      <w:r w:rsidRPr="00876CD0">
        <w:rPr>
          <w:sz w:val="28"/>
          <w:szCs w:val="28"/>
          <w:lang w:val="ru-RU"/>
        </w:rPr>
        <w:t>отсутствуют.</w:t>
      </w:r>
    </w:p>
    <w:p w:rsidR="00213382" w:rsidRPr="00876CD0" w:rsidRDefault="00213382" w:rsidP="00876CD0">
      <w:pPr>
        <w:ind w:firstLine="851"/>
        <w:jc w:val="both"/>
        <w:rPr>
          <w:lang w:val="ru-RU"/>
        </w:rPr>
      </w:pPr>
    </w:p>
    <w:p w:rsidR="00213382" w:rsidRDefault="00213382" w:rsidP="003E6FD0">
      <w:pPr>
        <w:ind w:firstLine="709"/>
        <w:jc w:val="both"/>
        <w:rPr>
          <w:sz w:val="28"/>
          <w:szCs w:val="28"/>
          <w:lang w:val="ru-RU"/>
        </w:rPr>
      </w:pPr>
    </w:p>
    <w:p w:rsidR="00213382" w:rsidRDefault="00213382" w:rsidP="00437163">
      <w:pPr>
        <w:jc w:val="both"/>
        <w:rPr>
          <w:sz w:val="28"/>
          <w:szCs w:val="28"/>
          <w:lang w:val="ru-RU"/>
        </w:rPr>
      </w:pPr>
    </w:p>
    <w:p w:rsidR="00213382" w:rsidRDefault="00213382" w:rsidP="004371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Заместитель главы Администрации</w:t>
      </w:r>
    </w:p>
    <w:p w:rsidR="00213382" w:rsidRDefault="00213382" w:rsidP="004371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Верхнедонского района                                                     И.М.Шапошникова</w:t>
      </w:r>
    </w:p>
    <w:p w:rsidR="00213382" w:rsidRDefault="00213382" w:rsidP="00437163">
      <w:pPr>
        <w:jc w:val="both"/>
        <w:rPr>
          <w:sz w:val="28"/>
          <w:szCs w:val="28"/>
          <w:lang w:val="ru-RU"/>
        </w:rPr>
      </w:pPr>
    </w:p>
    <w:p w:rsidR="00213382" w:rsidRDefault="00213382" w:rsidP="004371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24.03.</w:t>
      </w:r>
      <w:r w:rsidRPr="00305CA4">
        <w:rPr>
          <w:sz w:val="28"/>
          <w:szCs w:val="28"/>
          <w:lang w:val="ru-RU"/>
        </w:rPr>
        <w:t>20</w:t>
      </w:r>
      <w:r>
        <w:rPr>
          <w:sz w:val="28"/>
          <w:szCs w:val="28"/>
          <w:lang w:val="ru-RU"/>
        </w:rPr>
        <w:t>21</w:t>
      </w:r>
    </w:p>
    <w:p w:rsidR="00213382" w:rsidRDefault="00213382" w:rsidP="00437163">
      <w:pPr>
        <w:jc w:val="both"/>
        <w:rPr>
          <w:sz w:val="28"/>
          <w:szCs w:val="28"/>
          <w:lang w:val="ru-RU"/>
        </w:rPr>
      </w:pPr>
    </w:p>
    <w:p w:rsidR="00213382" w:rsidRDefault="00213382" w:rsidP="00437163">
      <w:pPr>
        <w:jc w:val="both"/>
        <w:rPr>
          <w:lang w:val="ru-RU"/>
        </w:rPr>
      </w:pPr>
    </w:p>
    <w:p w:rsidR="00213382" w:rsidRPr="00305CA4" w:rsidRDefault="00213382" w:rsidP="00437163">
      <w:pPr>
        <w:jc w:val="both"/>
        <w:rPr>
          <w:lang w:val="ru-RU"/>
        </w:rPr>
      </w:pPr>
      <w:r>
        <w:rPr>
          <w:lang w:val="ru-RU"/>
        </w:rPr>
        <w:t>Исп.Пройдакова Р.Н. (86364) 3-16-91</w:t>
      </w:r>
    </w:p>
    <w:p w:rsidR="00213382" w:rsidRPr="00437163" w:rsidRDefault="00213382" w:rsidP="00876684">
      <w:pPr>
        <w:jc w:val="both"/>
        <w:rPr>
          <w:sz w:val="28"/>
          <w:szCs w:val="28"/>
          <w:lang w:val="ru-RU"/>
        </w:rPr>
      </w:pPr>
      <w:bookmarkStart w:id="0" w:name="_GoBack"/>
      <w:bookmarkEnd w:id="0"/>
    </w:p>
    <w:sectPr w:rsidR="00213382" w:rsidRPr="00437163" w:rsidSect="00983026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5594A"/>
    <w:multiLevelType w:val="multilevel"/>
    <w:tmpl w:val="080617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2563065A"/>
    <w:multiLevelType w:val="hybridMultilevel"/>
    <w:tmpl w:val="CCE03CA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FA04421"/>
    <w:multiLevelType w:val="multilevel"/>
    <w:tmpl w:val="DE0024CA"/>
    <w:lvl w:ilvl="0">
      <w:start w:val="26"/>
      <w:numFmt w:val="decimal"/>
      <w:lvlText w:val="%1"/>
      <w:lvlJc w:val="left"/>
      <w:pPr>
        <w:tabs>
          <w:tab w:val="num" w:pos="7440"/>
        </w:tabs>
        <w:ind w:left="7440" w:hanging="7440"/>
      </w:pPr>
      <w:rPr>
        <w:rFonts w:cs="Times New Roman" w:hint="default"/>
      </w:rPr>
    </w:lvl>
    <w:lvl w:ilvl="1">
      <w:start w:val="8"/>
      <w:numFmt w:val="decimalZero"/>
      <w:lvlText w:val="%1.%2"/>
      <w:lvlJc w:val="left"/>
      <w:pPr>
        <w:tabs>
          <w:tab w:val="num" w:pos="7440"/>
        </w:tabs>
        <w:ind w:left="7440" w:hanging="7440"/>
      </w:pPr>
      <w:rPr>
        <w:rFonts w:cs="Times New Roman" w:hint="default"/>
      </w:rPr>
    </w:lvl>
    <w:lvl w:ilvl="2">
      <w:start w:val="2019"/>
      <w:numFmt w:val="decimal"/>
      <w:lvlText w:val="%1.%2.%3"/>
      <w:lvlJc w:val="left"/>
      <w:pPr>
        <w:tabs>
          <w:tab w:val="num" w:pos="7440"/>
        </w:tabs>
        <w:ind w:left="7440" w:hanging="744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440"/>
        </w:tabs>
        <w:ind w:left="7440" w:hanging="74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440"/>
        </w:tabs>
        <w:ind w:left="7440" w:hanging="7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440"/>
        </w:tabs>
        <w:ind w:left="7440" w:hanging="7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440"/>
        </w:tabs>
        <w:ind w:left="7440" w:hanging="7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40"/>
        </w:tabs>
        <w:ind w:left="7440" w:hanging="7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7440"/>
      </w:pPr>
      <w:rPr>
        <w:rFonts w:cs="Times New Roman" w:hint="default"/>
      </w:rPr>
    </w:lvl>
  </w:abstractNum>
  <w:abstractNum w:abstractNumId="3">
    <w:nsid w:val="47152E12"/>
    <w:multiLevelType w:val="multilevel"/>
    <w:tmpl w:val="5FD04132"/>
    <w:lvl w:ilvl="0">
      <w:start w:val="5"/>
      <w:numFmt w:val="decimalZero"/>
      <w:lvlText w:val="%1"/>
      <w:lvlJc w:val="left"/>
      <w:pPr>
        <w:tabs>
          <w:tab w:val="num" w:pos="1275"/>
        </w:tabs>
        <w:ind w:left="1275" w:hanging="127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tabs>
          <w:tab w:val="num" w:pos="1275"/>
        </w:tabs>
        <w:ind w:left="1275" w:hanging="1275"/>
      </w:pPr>
      <w:rPr>
        <w:rFonts w:cs="Times New Roman" w:hint="default"/>
      </w:rPr>
    </w:lvl>
    <w:lvl w:ilvl="2">
      <w:start w:val="2020"/>
      <w:numFmt w:val="decimal"/>
      <w:lvlText w:val="%1.%2.%3"/>
      <w:lvlJc w:val="left"/>
      <w:pPr>
        <w:tabs>
          <w:tab w:val="num" w:pos="1275"/>
        </w:tabs>
        <w:ind w:left="1275" w:hanging="127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75"/>
        </w:tabs>
        <w:ind w:left="1275" w:hanging="127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275"/>
        </w:tabs>
        <w:ind w:left="1275" w:hanging="127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5F0759DB"/>
    <w:multiLevelType w:val="hybridMultilevel"/>
    <w:tmpl w:val="D58A9DF6"/>
    <w:lvl w:ilvl="0" w:tplc="0E08BB9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7A5B42F9"/>
    <w:multiLevelType w:val="hybridMultilevel"/>
    <w:tmpl w:val="FA285C5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AB075FA"/>
    <w:multiLevelType w:val="multilevel"/>
    <w:tmpl w:val="9E8E4F2E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7F8E4A22"/>
    <w:multiLevelType w:val="multilevel"/>
    <w:tmpl w:val="006C8D6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73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8">
    <w:nsid w:val="7FD90A56"/>
    <w:multiLevelType w:val="hybridMultilevel"/>
    <w:tmpl w:val="6922B220"/>
    <w:lvl w:ilvl="0" w:tplc="4BE64B34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4"/>
  </w:num>
  <w:num w:numId="5">
    <w:abstractNumId w:val="7"/>
  </w:num>
  <w:num w:numId="6">
    <w:abstractNumId w:val="1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07BA"/>
    <w:rsid w:val="00021D7B"/>
    <w:rsid w:val="0002217C"/>
    <w:rsid w:val="00025658"/>
    <w:rsid w:val="00033823"/>
    <w:rsid w:val="00063C6F"/>
    <w:rsid w:val="0008376A"/>
    <w:rsid w:val="000B38E7"/>
    <w:rsid w:val="000C31F4"/>
    <w:rsid w:val="000D2650"/>
    <w:rsid w:val="0011058F"/>
    <w:rsid w:val="001271EB"/>
    <w:rsid w:val="001423DA"/>
    <w:rsid w:val="00155705"/>
    <w:rsid w:val="0016233E"/>
    <w:rsid w:val="001905A7"/>
    <w:rsid w:val="00196A7D"/>
    <w:rsid w:val="001C0761"/>
    <w:rsid w:val="001D1538"/>
    <w:rsid w:val="001D6C01"/>
    <w:rsid w:val="001E1C5A"/>
    <w:rsid w:val="00200CE2"/>
    <w:rsid w:val="00213382"/>
    <w:rsid w:val="00217E88"/>
    <w:rsid w:val="00267BAB"/>
    <w:rsid w:val="002B4455"/>
    <w:rsid w:val="002B5C9C"/>
    <w:rsid w:val="002B634E"/>
    <w:rsid w:val="002D1F08"/>
    <w:rsid w:val="002E4A81"/>
    <w:rsid w:val="002F12A5"/>
    <w:rsid w:val="00305CA4"/>
    <w:rsid w:val="00331EC4"/>
    <w:rsid w:val="0033479B"/>
    <w:rsid w:val="00336296"/>
    <w:rsid w:val="003413A7"/>
    <w:rsid w:val="00344700"/>
    <w:rsid w:val="00372995"/>
    <w:rsid w:val="00380ACA"/>
    <w:rsid w:val="0038174E"/>
    <w:rsid w:val="003B6A41"/>
    <w:rsid w:val="003E6FD0"/>
    <w:rsid w:val="003F1807"/>
    <w:rsid w:val="00412507"/>
    <w:rsid w:val="00425A52"/>
    <w:rsid w:val="0042793E"/>
    <w:rsid w:val="00436B79"/>
    <w:rsid w:val="00437163"/>
    <w:rsid w:val="00440890"/>
    <w:rsid w:val="004413A2"/>
    <w:rsid w:val="00454413"/>
    <w:rsid w:val="00467A63"/>
    <w:rsid w:val="00476945"/>
    <w:rsid w:val="004A1783"/>
    <w:rsid w:val="0051289D"/>
    <w:rsid w:val="00533F60"/>
    <w:rsid w:val="00552678"/>
    <w:rsid w:val="005634F0"/>
    <w:rsid w:val="00574DEC"/>
    <w:rsid w:val="005A166A"/>
    <w:rsid w:val="005B1DAF"/>
    <w:rsid w:val="005B6781"/>
    <w:rsid w:val="005C2C3F"/>
    <w:rsid w:val="005D1951"/>
    <w:rsid w:val="005D3107"/>
    <w:rsid w:val="005E39BE"/>
    <w:rsid w:val="005F2F41"/>
    <w:rsid w:val="005F5631"/>
    <w:rsid w:val="006003BC"/>
    <w:rsid w:val="00622A79"/>
    <w:rsid w:val="006356DB"/>
    <w:rsid w:val="006360A0"/>
    <w:rsid w:val="006A2801"/>
    <w:rsid w:val="006B5BE8"/>
    <w:rsid w:val="006C0D92"/>
    <w:rsid w:val="006C67F1"/>
    <w:rsid w:val="006C6E61"/>
    <w:rsid w:val="006F07BA"/>
    <w:rsid w:val="00704095"/>
    <w:rsid w:val="00712CB2"/>
    <w:rsid w:val="00731E51"/>
    <w:rsid w:val="00732107"/>
    <w:rsid w:val="007448B1"/>
    <w:rsid w:val="007455C5"/>
    <w:rsid w:val="007517FA"/>
    <w:rsid w:val="00757DB4"/>
    <w:rsid w:val="007635D2"/>
    <w:rsid w:val="00787C29"/>
    <w:rsid w:val="007A467B"/>
    <w:rsid w:val="007D3964"/>
    <w:rsid w:val="007D518F"/>
    <w:rsid w:val="007E148E"/>
    <w:rsid w:val="007E79BB"/>
    <w:rsid w:val="00804DC0"/>
    <w:rsid w:val="00826334"/>
    <w:rsid w:val="008373E5"/>
    <w:rsid w:val="008575A2"/>
    <w:rsid w:val="00860130"/>
    <w:rsid w:val="00865805"/>
    <w:rsid w:val="0087197A"/>
    <w:rsid w:val="00876684"/>
    <w:rsid w:val="00876CD0"/>
    <w:rsid w:val="00884B49"/>
    <w:rsid w:val="008903EE"/>
    <w:rsid w:val="00891E4C"/>
    <w:rsid w:val="008A5AFA"/>
    <w:rsid w:val="008A5D56"/>
    <w:rsid w:val="008D36EB"/>
    <w:rsid w:val="008D4788"/>
    <w:rsid w:val="00936BAE"/>
    <w:rsid w:val="00937E67"/>
    <w:rsid w:val="0095590A"/>
    <w:rsid w:val="00983026"/>
    <w:rsid w:val="0099346D"/>
    <w:rsid w:val="009A2C8B"/>
    <w:rsid w:val="009A617B"/>
    <w:rsid w:val="009A6FE8"/>
    <w:rsid w:val="009A7B71"/>
    <w:rsid w:val="009B4B33"/>
    <w:rsid w:val="009B5696"/>
    <w:rsid w:val="009C5D7B"/>
    <w:rsid w:val="009E6BD0"/>
    <w:rsid w:val="009F194A"/>
    <w:rsid w:val="009F4A57"/>
    <w:rsid w:val="00A14490"/>
    <w:rsid w:val="00A36B1D"/>
    <w:rsid w:val="00A379FA"/>
    <w:rsid w:val="00A43002"/>
    <w:rsid w:val="00A61350"/>
    <w:rsid w:val="00A7610C"/>
    <w:rsid w:val="00A76C9A"/>
    <w:rsid w:val="00AD55D8"/>
    <w:rsid w:val="00AE6A3C"/>
    <w:rsid w:val="00B13389"/>
    <w:rsid w:val="00B358D3"/>
    <w:rsid w:val="00B840D6"/>
    <w:rsid w:val="00B84D63"/>
    <w:rsid w:val="00B85D61"/>
    <w:rsid w:val="00BD014F"/>
    <w:rsid w:val="00BD71F5"/>
    <w:rsid w:val="00BF70EE"/>
    <w:rsid w:val="00C21C30"/>
    <w:rsid w:val="00C31058"/>
    <w:rsid w:val="00C35D84"/>
    <w:rsid w:val="00C41347"/>
    <w:rsid w:val="00C92455"/>
    <w:rsid w:val="00CA7ED1"/>
    <w:rsid w:val="00CD06F2"/>
    <w:rsid w:val="00D37189"/>
    <w:rsid w:val="00D50741"/>
    <w:rsid w:val="00D57F19"/>
    <w:rsid w:val="00D637FD"/>
    <w:rsid w:val="00D71B1B"/>
    <w:rsid w:val="00DE1BAC"/>
    <w:rsid w:val="00E0340B"/>
    <w:rsid w:val="00E0747B"/>
    <w:rsid w:val="00E37E11"/>
    <w:rsid w:val="00E472DD"/>
    <w:rsid w:val="00E67B78"/>
    <w:rsid w:val="00E724D4"/>
    <w:rsid w:val="00E8779C"/>
    <w:rsid w:val="00EB5145"/>
    <w:rsid w:val="00ED5F29"/>
    <w:rsid w:val="00F01C30"/>
    <w:rsid w:val="00F21503"/>
    <w:rsid w:val="00F3331A"/>
    <w:rsid w:val="00F47C58"/>
    <w:rsid w:val="00F757D8"/>
    <w:rsid w:val="00FA3E09"/>
    <w:rsid w:val="00FB29AC"/>
    <w:rsid w:val="00FD4EFE"/>
    <w:rsid w:val="00FE1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7BA"/>
    <w:rPr>
      <w:rFonts w:ascii="Times New Roman" w:eastAsia="Times New Roman" w:hAnsi="Times New Roman"/>
      <w:sz w:val="20"/>
      <w:szCs w:val="20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B6A4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67BA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67BAB"/>
    <w:rPr>
      <w:rFonts w:ascii="Segoe UI" w:hAnsi="Segoe UI" w:cs="Segoe UI"/>
      <w:sz w:val="18"/>
      <w:szCs w:val="18"/>
      <w:lang w:val="en-US" w:eastAsia="ru-RU"/>
    </w:rPr>
  </w:style>
  <w:style w:type="paragraph" w:customStyle="1" w:styleId="ConsPlusNonformat">
    <w:name w:val="ConsPlusNonformat"/>
    <w:link w:val="ConsPlusNonformat0"/>
    <w:uiPriority w:val="99"/>
    <w:rsid w:val="00876CD0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PlusTitle">
    <w:name w:val="ConsPlusTitle"/>
    <w:uiPriority w:val="99"/>
    <w:rsid w:val="00876CD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styleId="Hyperlink">
    <w:name w:val="Hyperlink"/>
    <w:basedOn w:val="DefaultParagraphFont"/>
    <w:uiPriority w:val="99"/>
    <w:rsid w:val="00876CD0"/>
    <w:rPr>
      <w:rFonts w:cs="Times New Roman"/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semiHidden/>
    <w:rsid w:val="002F12A5"/>
    <w:rPr>
      <w:rFonts w:eastAsia="Calibri"/>
      <w:lang w:val="ru-R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155705"/>
    <w:rPr>
      <w:rFonts w:ascii="Times New Roman" w:hAnsi="Times New Roman" w:cs="Times New Roman"/>
      <w:sz w:val="20"/>
      <w:szCs w:val="20"/>
      <w:lang w:val="en-US"/>
    </w:rPr>
  </w:style>
  <w:style w:type="character" w:customStyle="1" w:styleId="ConsPlusNonformat0">
    <w:name w:val="ConsPlusNonformat Знак"/>
    <w:link w:val="ConsPlusNonformat"/>
    <w:uiPriority w:val="99"/>
    <w:locked/>
    <w:rsid w:val="00440890"/>
    <w:rPr>
      <w:rFonts w:ascii="Courier New" w:hAnsi="Courier New"/>
      <w:sz w:val="22"/>
      <w:lang w:val="ru-RU" w:eastAsia="ru-RU"/>
    </w:rPr>
  </w:style>
  <w:style w:type="paragraph" w:styleId="Header">
    <w:name w:val="header"/>
    <w:basedOn w:val="Normal"/>
    <w:link w:val="HeaderChar1"/>
    <w:uiPriority w:val="99"/>
    <w:rsid w:val="00FA3E09"/>
    <w:pPr>
      <w:tabs>
        <w:tab w:val="center" w:pos="4677"/>
        <w:tab w:val="right" w:pos="9355"/>
      </w:tabs>
    </w:pPr>
    <w:rPr>
      <w:rFonts w:ascii="Calibri" w:eastAsia="Calibri" w:hAnsi="Calibri"/>
      <w:sz w:val="24"/>
      <w:lang w:val="ru-RU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36B1D"/>
    <w:rPr>
      <w:rFonts w:ascii="Times New Roman" w:hAnsi="Times New Roman" w:cs="Times New Roman"/>
      <w:sz w:val="20"/>
      <w:szCs w:val="20"/>
      <w:lang w:val="en-US"/>
    </w:rPr>
  </w:style>
  <w:style w:type="character" w:customStyle="1" w:styleId="HeaderChar1">
    <w:name w:val="Header Char1"/>
    <w:link w:val="Header"/>
    <w:uiPriority w:val="99"/>
    <w:locked/>
    <w:rsid w:val="00FA3E09"/>
    <w:rPr>
      <w:sz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verhnedon.donland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527</Words>
  <Characters>3004</Characters>
  <Application>Microsoft Office Outlook</Application>
  <DocSecurity>0</DocSecurity>
  <Lines>0</Lines>
  <Paragraphs>0</Paragraphs>
  <ScaleCrop>false</ScaleCrop>
  <Company>Администрация МО Сургутский район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Заболоцкая Юлия Валерьевна</dc:creator>
  <cp:keywords/>
  <dc:description/>
  <cp:lastModifiedBy>пользователь</cp:lastModifiedBy>
  <cp:revision>6</cp:revision>
  <cp:lastPrinted>2019-04-01T14:04:00Z</cp:lastPrinted>
  <dcterms:created xsi:type="dcterms:W3CDTF">2021-03-24T08:50:00Z</dcterms:created>
  <dcterms:modified xsi:type="dcterms:W3CDTF">2021-03-24T12:43:00Z</dcterms:modified>
</cp:coreProperties>
</file>